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012C909-2734-44BB-9866-2368D5CD39A8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